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628" w:rsidRDefault="00831628" w:rsidP="00487CFD">
      <w:pPr>
        <w:shd w:val="clear" w:color="auto" w:fill="FFFFFF"/>
        <w:spacing w:after="0" w:line="240" w:lineRule="auto"/>
        <w:textAlignment w:val="baseline"/>
        <w:outlineLvl w:val="0"/>
        <w:rPr>
          <w:rFonts w:ascii="Arial" w:hAnsi="Arial" w:cs="Arial"/>
          <w:b/>
          <w:bCs/>
          <w:color w:val="000000"/>
          <w:kern w:val="36"/>
          <w:sz w:val="36"/>
          <w:szCs w:val="36"/>
          <w:lang w:eastAsia="it-IT"/>
        </w:rPr>
      </w:pPr>
      <w:r w:rsidRPr="00487CFD">
        <w:rPr>
          <w:rFonts w:ascii="Arial" w:hAnsi="Arial" w:cs="Arial"/>
          <w:b/>
          <w:bCs/>
          <w:color w:val="000000"/>
          <w:kern w:val="36"/>
          <w:sz w:val="36"/>
          <w:szCs w:val="36"/>
          <w:lang w:eastAsia="it-IT"/>
        </w:rPr>
        <w:t>ACCOMPAGNATORI PER MINORI IN ITALIA/ESTERO</w:t>
      </w:r>
    </w:p>
    <w:p w:rsidR="00831628" w:rsidRDefault="00831628" w:rsidP="00632284">
      <w:pPr>
        <w:spacing w:line="375" w:lineRule="atLeast"/>
        <w:rPr>
          <w:rFonts w:ascii="Arial" w:hAnsi="Arial" w:cs="Arial"/>
          <w:sz w:val="32"/>
          <w:szCs w:val="32"/>
          <w:lang w:eastAsia="it-IT"/>
        </w:rPr>
      </w:pPr>
    </w:p>
    <w:p w:rsidR="00831628" w:rsidRDefault="00831628" w:rsidP="00632284">
      <w:pPr>
        <w:spacing w:line="375" w:lineRule="atLeast"/>
        <w:rPr>
          <w:rFonts w:ascii="Arial" w:hAnsi="Arial" w:cs="Arial"/>
          <w:sz w:val="32"/>
          <w:szCs w:val="32"/>
          <w:lang w:eastAsia="it-IT"/>
        </w:rPr>
      </w:pPr>
      <w:r w:rsidRPr="00487CFD">
        <w:rPr>
          <w:rFonts w:ascii="Arial" w:hAnsi="Arial" w:cs="Arial"/>
          <w:sz w:val="32"/>
          <w:szCs w:val="32"/>
          <w:lang w:eastAsia="it-IT"/>
        </w:rPr>
        <w:t>Accademia Britannica seleziona animatori e assistenti per minori da inserire nei centri in Italia e all'estero per la prossima stagione estiva </w:t>
      </w:r>
      <w:r w:rsidRPr="00487CFD">
        <w:rPr>
          <w:rFonts w:ascii="Arial" w:hAnsi="Arial" w:cs="Arial"/>
          <w:sz w:val="32"/>
          <w:szCs w:val="32"/>
          <w:lang w:eastAsia="it-IT"/>
        </w:rPr>
        <w:br/>
      </w:r>
      <w:r w:rsidRPr="00632284">
        <w:rPr>
          <w:rFonts w:ascii="Arial" w:hAnsi="Arial" w:cs="Arial"/>
          <w:b/>
          <w:bCs/>
          <w:sz w:val="32"/>
          <w:szCs w:val="32"/>
          <w:lang w:eastAsia="it-IT"/>
        </w:rPr>
        <w:t>Sede di lavoro</w:t>
      </w:r>
      <w:r w:rsidRPr="00487CFD">
        <w:rPr>
          <w:rFonts w:ascii="Arial" w:hAnsi="Arial" w:cs="Arial"/>
          <w:sz w:val="32"/>
          <w:szCs w:val="32"/>
          <w:lang w:eastAsia="it-IT"/>
        </w:rPr>
        <w:t xml:space="preserve"> : Italia e estero (Regno Unito, Irlanda, Spagna, Francia, Malta, U.S.A., Russia)</w:t>
      </w:r>
      <w:r>
        <w:rPr>
          <w:rFonts w:ascii="Arial" w:hAnsi="Arial" w:cs="Arial"/>
          <w:sz w:val="32"/>
          <w:szCs w:val="32"/>
          <w:lang w:eastAsia="it-IT"/>
        </w:rPr>
        <w:t>;</w:t>
      </w:r>
    </w:p>
    <w:p w:rsidR="00831628" w:rsidRDefault="00831628" w:rsidP="00487CFD">
      <w:pPr>
        <w:spacing w:line="375" w:lineRule="atLeast"/>
        <w:rPr>
          <w:rFonts w:ascii="Arial" w:hAnsi="Arial" w:cs="Arial"/>
          <w:sz w:val="32"/>
          <w:szCs w:val="32"/>
          <w:lang w:eastAsia="it-IT"/>
        </w:rPr>
      </w:pPr>
      <w:r w:rsidRPr="00632284">
        <w:rPr>
          <w:rFonts w:ascii="Arial" w:hAnsi="Arial" w:cs="Arial"/>
          <w:b/>
          <w:bCs/>
          <w:sz w:val="32"/>
          <w:szCs w:val="32"/>
          <w:lang w:eastAsia="it-IT"/>
        </w:rPr>
        <w:t>Periodo</w:t>
      </w:r>
      <w:r w:rsidRPr="00487CFD">
        <w:rPr>
          <w:rFonts w:ascii="Arial" w:hAnsi="Arial" w:cs="Arial"/>
          <w:sz w:val="32"/>
          <w:szCs w:val="32"/>
          <w:lang w:eastAsia="it-IT"/>
        </w:rPr>
        <w:t>: dalla fine di giugno alla fine di agosto 2019</w:t>
      </w:r>
      <w:r>
        <w:rPr>
          <w:rFonts w:ascii="Arial" w:hAnsi="Arial" w:cs="Arial"/>
          <w:sz w:val="32"/>
          <w:szCs w:val="32"/>
          <w:lang w:eastAsia="it-IT"/>
        </w:rPr>
        <w:t>;</w:t>
      </w:r>
    </w:p>
    <w:p w:rsidR="00831628" w:rsidRDefault="00831628" w:rsidP="00487CFD">
      <w:pPr>
        <w:spacing w:line="375" w:lineRule="atLeast"/>
        <w:rPr>
          <w:rFonts w:ascii="Arial" w:hAnsi="Arial" w:cs="Arial"/>
          <w:sz w:val="32"/>
          <w:szCs w:val="32"/>
          <w:lang w:eastAsia="it-IT"/>
        </w:rPr>
      </w:pPr>
      <w:r w:rsidRPr="00632284">
        <w:rPr>
          <w:rFonts w:ascii="Arial" w:hAnsi="Arial" w:cs="Arial"/>
          <w:b/>
          <w:bCs/>
          <w:sz w:val="32"/>
          <w:szCs w:val="32"/>
          <w:lang w:eastAsia="it-IT"/>
        </w:rPr>
        <w:t>Periodo minimo di disponibilità</w:t>
      </w:r>
      <w:r w:rsidRPr="00487CFD">
        <w:rPr>
          <w:rFonts w:ascii="Arial" w:hAnsi="Arial" w:cs="Arial"/>
          <w:sz w:val="32"/>
          <w:szCs w:val="32"/>
          <w:lang w:eastAsia="it-IT"/>
        </w:rPr>
        <w:t>: 2 settimane</w:t>
      </w:r>
      <w:r>
        <w:rPr>
          <w:rFonts w:ascii="Arial" w:hAnsi="Arial" w:cs="Arial"/>
          <w:sz w:val="32"/>
          <w:szCs w:val="32"/>
          <w:lang w:eastAsia="it-IT"/>
        </w:rPr>
        <w:t>.</w:t>
      </w:r>
    </w:p>
    <w:p w:rsidR="00831628" w:rsidRDefault="00831628" w:rsidP="00632284">
      <w:pPr>
        <w:spacing w:line="375" w:lineRule="atLeast"/>
        <w:rPr>
          <w:rFonts w:ascii="Arial" w:hAnsi="Arial" w:cs="Arial"/>
          <w:sz w:val="32"/>
          <w:szCs w:val="32"/>
          <w:lang w:eastAsia="it-IT"/>
        </w:rPr>
      </w:pPr>
      <w:r w:rsidRPr="00487CFD">
        <w:rPr>
          <w:rFonts w:ascii="Arial" w:hAnsi="Arial" w:cs="Arial"/>
          <w:sz w:val="32"/>
          <w:szCs w:val="32"/>
          <w:lang w:eastAsia="it-IT"/>
        </w:rPr>
        <w:t>Compenso, vitto e alloggio per tutta la durata del contratto a carico dell'agenzia</w:t>
      </w:r>
      <w:r w:rsidRPr="00487CFD">
        <w:rPr>
          <w:rFonts w:ascii="Arial" w:hAnsi="Arial" w:cs="Arial"/>
          <w:sz w:val="32"/>
          <w:szCs w:val="32"/>
          <w:lang w:eastAsia="it-IT"/>
        </w:rPr>
        <w:br/>
        <w:t>Iter di formazione e selezione INTERAMENTE GRATUITO, anche per personale senza esperienza. </w:t>
      </w:r>
      <w:r w:rsidRPr="00487CFD">
        <w:rPr>
          <w:rFonts w:ascii="Arial" w:hAnsi="Arial" w:cs="Arial"/>
          <w:sz w:val="32"/>
          <w:szCs w:val="32"/>
          <w:lang w:eastAsia="it-IT"/>
        </w:rPr>
        <w:br/>
      </w:r>
      <w:r w:rsidRPr="00632284">
        <w:rPr>
          <w:rFonts w:ascii="Arial" w:hAnsi="Arial" w:cs="Arial"/>
          <w:b/>
          <w:bCs/>
          <w:sz w:val="32"/>
          <w:szCs w:val="32"/>
          <w:lang w:eastAsia="it-IT"/>
        </w:rPr>
        <w:t>Requisiti</w:t>
      </w:r>
      <w:r>
        <w:rPr>
          <w:rFonts w:ascii="Arial" w:hAnsi="Arial" w:cs="Arial"/>
          <w:sz w:val="32"/>
          <w:szCs w:val="32"/>
          <w:lang w:eastAsia="it-IT"/>
        </w:rPr>
        <w:t xml:space="preserve"> </w:t>
      </w:r>
      <w:r w:rsidRPr="00487CFD">
        <w:rPr>
          <w:rFonts w:ascii="Arial" w:hAnsi="Arial" w:cs="Arial"/>
          <w:sz w:val="32"/>
          <w:szCs w:val="32"/>
          <w:lang w:eastAsia="it-IT"/>
        </w:rPr>
        <w:t>per ANIMATORI/ASSISTENTI PER MINORI:</w:t>
      </w:r>
      <w:r w:rsidRPr="00487CFD">
        <w:rPr>
          <w:rFonts w:ascii="Arial" w:hAnsi="Arial" w:cs="Arial"/>
          <w:sz w:val="32"/>
          <w:szCs w:val="32"/>
          <w:lang w:eastAsia="it-IT"/>
        </w:rPr>
        <w:br/>
        <w:t>- Età minima: 21 anni compiuti per ITALIA e 23 anni compiuti per ESTERO</w:t>
      </w:r>
      <w:r>
        <w:rPr>
          <w:rFonts w:ascii="Arial" w:hAnsi="Arial" w:cs="Arial"/>
          <w:sz w:val="32"/>
          <w:szCs w:val="32"/>
          <w:lang w:eastAsia="it-IT"/>
        </w:rPr>
        <w:t>;</w:t>
      </w:r>
    </w:p>
    <w:p w:rsidR="00831628" w:rsidRDefault="00831628" w:rsidP="00487CFD">
      <w:pPr>
        <w:spacing w:line="375" w:lineRule="atLeast"/>
        <w:rPr>
          <w:rFonts w:ascii="Arial" w:hAnsi="Arial" w:cs="Arial"/>
          <w:sz w:val="32"/>
          <w:szCs w:val="32"/>
          <w:lang w:eastAsia="it-IT"/>
        </w:rPr>
      </w:pPr>
      <w:r w:rsidRPr="00487CFD">
        <w:rPr>
          <w:rFonts w:ascii="Arial" w:hAnsi="Arial" w:cs="Arial"/>
          <w:sz w:val="32"/>
          <w:szCs w:val="32"/>
          <w:lang w:eastAsia="it-IT"/>
        </w:rPr>
        <w:t>- Esperienza gradita nel settore dell'animazione e dell'as</w:t>
      </w:r>
      <w:r>
        <w:rPr>
          <w:rFonts w:ascii="Arial" w:hAnsi="Arial" w:cs="Arial"/>
          <w:sz w:val="32"/>
          <w:szCs w:val="32"/>
          <w:lang w:eastAsia="it-IT"/>
        </w:rPr>
        <w:t>sistenza e gestione dei minori;</w:t>
      </w:r>
    </w:p>
    <w:p w:rsidR="00831628" w:rsidRDefault="00831628" w:rsidP="00487CFD">
      <w:pPr>
        <w:spacing w:line="375" w:lineRule="atLeast"/>
        <w:rPr>
          <w:rFonts w:ascii="Arial" w:hAnsi="Arial" w:cs="Arial"/>
          <w:sz w:val="32"/>
          <w:szCs w:val="32"/>
          <w:lang w:eastAsia="it-IT"/>
        </w:rPr>
      </w:pPr>
      <w:r w:rsidRPr="00487CFD">
        <w:rPr>
          <w:rFonts w:ascii="Arial" w:hAnsi="Arial" w:cs="Arial"/>
          <w:sz w:val="32"/>
          <w:szCs w:val="32"/>
          <w:lang w:eastAsia="it-IT"/>
        </w:rPr>
        <w:t>- Il possesso di titoli e brevetti sportivi riconosciuti dal C.O.N.I. costituiscono titolo preferenziale per centri in ITALIA</w:t>
      </w:r>
      <w:r>
        <w:rPr>
          <w:rFonts w:ascii="Arial" w:hAnsi="Arial" w:cs="Arial"/>
          <w:sz w:val="32"/>
          <w:szCs w:val="32"/>
          <w:lang w:eastAsia="it-IT"/>
        </w:rPr>
        <w:t>;</w:t>
      </w:r>
    </w:p>
    <w:p w:rsidR="00831628" w:rsidRDefault="00831628" w:rsidP="00632284">
      <w:pPr>
        <w:spacing w:line="375" w:lineRule="atLeast"/>
        <w:rPr>
          <w:rFonts w:ascii="Arial" w:hAnsi="Arial" w:cs="Arial"/>
          <w:sz w:val="32"/>
          <w:szCs w:val="32"/>
          <w:lang w:eastAsia="it-IT"/>
        </w:rPr>
      </w:pPr>
      <w:r w:rsidRPr="00487CFD">
        <w:rPr>
          <w:rFonts w:ascii="Arial" w:hAnsi="Arial" w:cs="Arial"/>
          <w:sz w:val="32"/>
          <w:szCs w:val="32"/>
          <w:lang w:eastAsia="it-IT"/>
        </w:rPr>
        <w:t>- La conoscenza della lingua del paese ospitante, inglese, spagnolo, francese, russo (livello minimo B1), costituisce titolo preferenziale per centri all'ESTERO </w:t>
      </w:r>
    </w:p>
    <w:p w:rsidR="00831628" w:rsidRPr="00487CFD" w:rsidRDefault="00831628" w:rsidP="00632284">
      <w:pPr>
        <w:spacing w:line="375" w:lineRule="atLeast"/>
        <w:rPr>
          <w:rFonts w:ascii="Arial" w:hAnsi="Arial" w:cs="Arial"/>
          <w:sz w:val="32"/>
          <w:szCs w:val="32"/>
          <w:lang w:eastAsia="it-IT"/>
        </w:rPr>
      </w:pPr>
      <w:r w:rsidRPr="00487CFD">
        <w:rPr>
          <w:rFonts w:ascii="Arial" w:hAnsi="Arial" w:cs="Arial"/>
          <w:sz w:val="32"/>
          <w:szCs w:val="32"/>
          <w:lang w:eastAsia="it-IT"/>
        </w:rPr>
        <w:br/>
        <w:t>Al candidato è richiesta dinamicità, spirito di adattamento, capacità di problem solving, attitudine al lavoro in equipe e dimestichezza nelle pratiche relative a spostamenti aerei/treni/traghetti. </w:t>
      </w:r>
      <w:r w:rsidRPr="00487CFD">
        <w:rPr>
          <w:rFonts w:ascii="Arial" w:hAnsi="Arial" w:cs="Arial"/>
          <w:sz w:val="32"/>
          <w:szCs w:val="32"/>
          <w:lang w:eastAsia="it-IT"/>
        </w:rPr>
        <w:br/>
        <w:t>Invia la tua candidatura </w:t>
      </w:r>
      <w:r w:rsidRPr="00487CFD">
        <w:rPr>
          <w:rFonts w:ascii="Arial" w:hAnsi="Arial" w:cs="Arial"/>
          <w:sz w:val="32"/>
          <w:szCs w:val="32"/>
          <w:lang w:eastAsia="it-IT"/>
        </w:rPr>
        <w:br/>
        <w:t>https://accademiabritannica.com/lavora-con-noi/</w:t>
      </w:r>
    </w:p>
    <w:p w:rsidR="00831628" w:rsidRPr="00487CFD" w:rsidRDefault="00831628" w:rsidP="00487CFD">
      <w:pPr>
        <w:shd w:val="clear" w:color="auto" w:fill="FFFFFF"/>
        <w:spacing w:after="0" w:line="240" w:lineRule="auto"/>
        <w:textAlignment w:val="baseline"/>
        <w:outlineLvl w:val="0"/>
        <w:rPr>
          <w:rFonts w:ascii="Arial" w:hAnsi="Arial" w:cs="Arial"/>
          <w:b/>
          <w:bCs/>
          <w:color w:val="000000"/>
          <w:kern w:val="36"/>
          <w:sz w:val="32"/>
          <w:szCs w:val="32"/>
          <w:lang w:eastAsia="it-IT"/>
        </w:rPr>
      </w:pPr>
    </w:p>
    <w:p w:rsidR="00831628" w:rsidRDefault="00831628"/>
    <w:p w:rsidR="00831628" w:rsidRDefault="00831628"/>
    <w:p w:rsidR="00831628" w:rsidRDefault="00831628"/>
    <w:p w:rsidR="00831628" w:rsidRPr="00487CFD" w:rsidRDefault="00831628" w:rsidP="00487CFD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487CFD">
        <w:rPr>
          <w:rFonts w:ascii="Arial" w:hAnsi="Arial" w:cs="Arial"/>
          <w:color w:val="000000"/>
          <w:sz w:val="32"/>
          <w:szCs w:val="32"/>
        </w:rPr>
        <w:t>BURGER KING - ADDETTO ALLA RISTORAZIONE FAST FOOD - Moncalieri</w:t>
      </w:r>
    </w:p>
    <w:p w:rsidR="00831628" w:rsidRDefault="00831628" w:rsidP="00632284">
      <w:pPr>
        <w:rPr>
          <w:rFonts w:ascii="Arial" w:hAnsi="Arial" w:cs="Arial"/>
          <w:color w:val="404040"/>
          <w:sz w:val="32"/>
          <w:szCs w:val="32"/>
        </w:rPr>
      </w:pP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COMPITI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• A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ccogliere e gestire la clientela in tutte le sue fasi: ricezione e processo degli ordini, consegna e pagamento;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• E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seguire in autonomia la preparazione dei prodotti in cucina per la vendita al pubblico;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• V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alutare la qualità del cibo seguendo le procedure aziendali in relazione agli standard di pulizia e igiene;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• R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ispettare le norme HACCP e della sicurezza;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• P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reparazione, conservazione e stoccaggio delle materie prime consegnate al ristorante;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• S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volgere attività di pulizia dell'area sala, bagni ed esterno.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</w:p>
    <w:p w:rsidR="00831628" w:rsidRDefault="00831628" w:rsidP="00632284">
      <w:pPr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Il candidato ideale possiede i seguenti requisiti:</w:t>
      </w:r>
    </w:p>
    <w:p w:rsidR="00831628" w:rsidRDefault="00831628">
      <w:pPr>
        <w:rPr>
          <w:rFonts w:ascii="Segoe UI" w:hAnsi="Segoe UI" w:cs="Segoe UI"/>
          <w:color w:val="404040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• N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on è richiesta alcuna esperienza precedente;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• E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tà 35 anni max.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• C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apacità di lavorare in team;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• D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isponibilità a lavorare su turni, nei weekend e nei giorni festivi;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• F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lessibilità oraria e disponibilità al lavoro part time;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• A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utonomia negli spostamenti</w:t>
      </w:r>
      <w:r>
        <w:rPr>
          <w:rFonts w:ascii="Segoe UI" w:hAnsi="Segoe UI" w:cs="Segoe UI"/>
          <w:color w:val="404040"/>
          <w:sz w:val="21"/>
          <w:szCs w:val="21"/>
          <w:shd w:val="clear" w:color="auto" w:fill="FFFFFF"/>
        </w:rPr>
        <w:t>.</w:t>
      </w:r>
    </w:p>
    <w:p w:rsidR="00831628" w:rsidRPr="00487CFD" w:rsidRDefault="00831628">
      <w:pPr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Per candidature fare riferimento al seguente font di risposta:</w:t>
      </w:r>
    </w:p>
    <w:p w:rsidR="00831628" w:rsidRPr="00487CFD" w:rsidRDefault="00831628">
      <w:pPr>
        <w:rPr>
          <w:rFonts w:ascii="Arial" w:hAnsi="Arial" w:cs="Arial"/>
          <w:sz w:val="32"/>
          <w:szCs w:val="32"/>
        </w:rPr>
      </w:pPr>
      <w:hyperlink r:id="rId6" w:history="1">
        <w:r w:rsidRPr="00487CFD">
          <w:rPr>
            <w:rStyle w:val="Hyperlink"/>
            <w:rFonts w:ascii="Arial" w:hAnsi="Arial" w:cs="Arial"/>
            <w:color w:val="auto"/>
            <w:sz w:val="32"/>
            <w:szCs w:val="32"/>
          </w:rPr>
          <w:t>https://torino.bakeca.it/dettaglio/bar-ristorazione/burger-king-addetto-alla-3zxi166768770?from-premium</w:t>
        </w:r>
      </w:hyperlink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Pr="00487CFD" w:rsidRDefault="00831628" w:rsidP="00487CFD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487CFD">
        <w:rPr>
          <w:rFonts w:ascii="Arial" w:hAnsi="Arial" w:cs="Arial"/>
          <w:color w:val="000000"/>
          <w:sz w:val="32"/>
          <w:szCs w:val="32"/>
        </w:rPr>
        <w:t>IMPIEGATA PRESSO STUDIO TRIBUTARIO/COMMERCIALE</w:t>
      </w: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 w:rsidP="00632284">
      <w:pPr>
        <w:spacing w:after="0"/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Siamo alla ricerca di un'esperta contabile. </w:t>
      </w:r>
    </w:p>
    <w:p w:rsidR="00831628" w:rsidRDefault="00831628" w:rsidP="00632284">
      <w:pPr>
        <w:spacing w:after="0"/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La risorsa dovrà essere autonoma nella gestione della contabilità ordinaria, semplificata e professionisti. </w:t>
      </w:r>
    </w:p>
    <w:p w:rsidR="00831628" w:rsidRDefault="00831628" w:rsidP="00632284">
      <w:pPr>
        <w:spacing w:after="0"/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Gradita esperienza nell’elaborazione dei modelli 730.</w:t>
      </w:r>
    </w:p>
    <w:p w:rsidR="00831628" w:rsidRDefault="00831628" w:rsidP="00632284">
      <w:pPr>
        <w:spacing w:after="0"/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Richiediamo esperienza pluriennale maturata in studi professionali e possibilmente utilizzo del programma PROFIS della Sistemi.</w:t>
      </w:r>
    </w:p>
    <w:p w:rsidR="00831628" w:rsidRDefault="00831628" w:rsidP="00632284">
      <w:pPr>
        <w:spacing w:after="0"/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Inviare dettagliato curriculum vitae corredato da foto</w:t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 al seguente link:</w:t>
      </w:r>
    </w:p>
    <w:p w:rsidR="00831628" w:rsidRDefault="00831628" w:rsidP="00632284">
      <w:pPr>
        <w:spacing w:after="0"/>
        <w:rPr>
          <w:rFonts w:ascii="Arial" w:hAnsi="Arial" w:cs="Arial"/>
          <w:sz w:val="32"/>
          <w:szCs w:val="32"/>
        </w:rPr>
      </w:pPr>
      <w:hyperlink r:id="rId7" w:history="1">
        <w:r w:rsidRPr="00D2220F">
          <w:rPr>
            <w:rStyle w:val="Hyperlink"/>
            <w:rFonts w:ascii="Arial" w:hAnsi="Arial" w:cs="Arial"/>
            <w:sz w:val="32"/>
            <w:szCs w:val="32"/>
          </w:rPr>
          <w:t>https://torino.bakeca.it/dettaglio/amministrazione-contabilita-segreteria/impiegata-presso-studio-tributariocommerciale-c3zx177005908?from-toplist</w:t>
        </w:r>
      </w:hyperlink>
    </w:p>
    <w:p w:rsidR="00831628" w:rsidRDefault="00831628" w:rsidP="00632284">
      <w:pPr>
        <w:pBdr>
          <w:bottom w:val="single" w:sz="12" w:space="1" w:color="auto"/>
        </w:pBdr>
        <w:spacing w:after="0"/>
        <w:rPr>
          <w:rFonts w:ascii="Arial" w:hAnsi="Arial" w:cs="Arial"/>
          <w:sz w:val="32"/>
          <w:szCs w:val="32"/>
        </w:rPr>
      </w:pPr>
    </w:p>
    <w:p w:rsidR="00831628" w:rsidRDefault="00831628" w:rsidP="00487CFD">
      <w:pPr>
        <w:pStyle w:val="Heading1"/>
        <w:spacing w:before="0" w:beforeAutospacing="0" w:after="0" w:afterAutospacing="0"/>
        <w:textAlignment w:val="baseline"/>
        <w:rPr>
          <w:color w:val="000000"/>
          <w:sz w:val="38"/>
          <w:szCs w:val="38"/>
        </w:rPr>
      </w:pPr>
    </w:p>
    <w:p w:rsidR="00831628" w:rsidRDefault="00831628" w:rsidP="00487CFD">
      <w:pPr>
        <w:pStyle w:val="Heading1"/>
        <w:spacing w:before="0" w:beforeAutospacing="0" w:after="0" w:afterAutospacing="0"/>
        <w:textAlignment w:val="baseline"/>
        <w:rPr>
          <w:color w:val="000000"/>
          <w:sz w:val="38"/>
          <w:szCs w:val="38"/>
        </w:rPr>
      </w:pPr>
      <w:r>
        <w:rPr>
          <w:color w:val="000000"/>
          <w:sz w:val="38"/>
          <w:szCs w:val="38"/>
        </w:rPr>
        <w:t>ADDETTA/O PULIZIE A BRANDIZZO</w:t>
      </w: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 w:rsidP="00632284">
      <w:pPr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Si seleziona un/a addetta/o pulizie uffici a Brandizzo 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Si richiede esperienza pluriennale nella 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mansi</w:t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one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,</w:t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 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massima serieta'. 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Si richiede disponibilità immediata per lavoro PART TIME dal LUNEDI AL VENERDI' DALLE 6,30 alle 10,00 con 2 giorni a settimana orario serale</w:t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 </w:t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+ SABATO MATTINA dalle 6.30 alle 10,00. 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Si offre Contratto Nazionale di categoria a Tempo Determinato, comprensivo di tutti gli oneri di legge. 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Si prenderanno in considerazione i candidati residenti esclusivamente in zona o in zone limitrofe. </w:t>
      </w:r>
      <w:r w:rsidRPr="00487CFD">
        <w:rPr>
          <w:rFonts w:ascii="Arial" w:hAnsi="Arial" w:cs="Arial"/>
          <w:color w:val="404040"/>
          <w:sz w:val="32"/>
          <w:szCs w:val="32"/>
        </w:rPr>
        <w:br/>
      </w: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Per candidarsi all'offerta è necessario inviare la propria candidatura scrivendo una mail a selezione.piemonte@meggroup.it, allegando un Curriculum aggiornato con foto. </w:t>
      </w:r>
    </w:p>
    <w:p w:rsidR="00831628" w:rsidRPr="00487CFD" w:rsidRDefault="00831628">
      <w:pPr>
        <w:rPr>
          <w:rFonts w:ascii="Arial" w:hAnsi="Arial" w:cs="Arial"/>
          <w:sz w:val="32"/>
          <w:szCs w:val="32"/>
        </w:rPr>
      </w:pPr>
      <w:r w:rsidRPr="00487CFD">
        <w:rPr>
          <w:rFonts w:ascii="Arial" w:hAnsi="Arial" w:cs="Arial"/>
          <w:color w:val="404040"/>
          <w:sz w:val="32"/>
          <w:szCs w:val="32"/>
          <w:shd w:val="clear" w:color="auto" w:fill="FFFFFF"/>
        </w:rPr>
        <w:t>E' OBBLIGATORIO INDICARE NELL'OGGETTO DELLA MAIL LA POSIZIONE PER LA QUALE SI CONCORRE E LA CIT</w:t>
      </w: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M</w:t>
      </w:r>
      <w:r w:rsidRPr="00A5771B">
        <w:rPr>
          <w:rFonts w:ascii="Arial" w:hAnsi="Arial" w:cs="Arial"/>
          <w:color w:val="000000"/>
          <w:sz w:val="36"/>
          <w:szCs w:val="36"/>
        </w:rPr>
        <w:t>agazziniere</w:t>
      </w:r>
    </w:p>
    <w:p w:rsidR="00831628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6"/>
          <w:szCs w:val="36"/>
        </w:rPr>
      </w:pPr>
    </w:p>
    <w:p w:rsidR="00831628" w:rsidRPr="00632284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</w:pPr>
      <w:r w:rsidRPr="00632284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>Per azienda operante nel settore chimico cerchiamo magazzinieri con le seguenti caratteristiche:</w:t>
      </w:r>
    </w:p>
    <w:p w:rsidR="00831628" w:rsidRPr="00632284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</w:pPr>
      <w:r w:rsidRPr="00632284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>- Esperienza nella mansione;</w:t>
      </w:r>
    </w:p>
    <w:p w:rsidR="00831628" w:rsidRPr="00632284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</w:pPr>
      <w:r w:rsidRPr="00632284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>- In possesso del patentino aggiornato in stato di validità;</w:t>
      </w:r>
      <w:r w:rsidRPr="00632284">
        <w:rPr>
          <w:rFonts w:ascii="Arial" w:hAnsi="Arial" w:cs="Arial"/>
          <w:b w:val="0"/>
          <w:color w:val="404040"/>
          <w:sz w:val="28"/>
          <w:szCs w:val="28"/>
        </w:rPr>
        <w:br/>
      </w:r>
      <w:r w:rsidRPr="00632284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>- Automuniti</w:t>
      </w:r>
      <w:r w:rsidRPr="00632284">
        <w:rPr>
          <w:rFonts w:ascii="Arial" w:hAnsi="Arial" w:cs="Arial"/>
          <w:b w:val="0"/>
          <w:color w:val="404040"/>
          <w:sz w:val="28"/>
          <w:szCs w:val="28"/>
        </w:rPr>
        <w:br/>
      </w:r>
      <w:r w:rsidRPr="00632284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>- Diploma</w:t>
      </w:r>
      <w:r w:rsidRPr="00632284">
        <w:rPr>
          <w:rFonts w:ascii="Arial" w:hAnsi="Arial" w:cs="Arial"/>
          <w:b w:val="0"/>
          <w:color w:val="404040"/>
          <w:sz w:val="28"/>
          <w:szCs w:val="28"/>
        </w:rPr>
        <w:br/>
      </w:r>
      <w:r w:rsidRPr="00632284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>- Disponibilità a lavorare full time</w:t>
      </w:r>
      <w:r w:rsidRPr="00632284">
        <w:rPr>
          <w:rFonts w:ascii="Arial" w:hAnsi="Arial" w:cs="Arial"/>
          <w:b w:val="0"/>
          <w:color w:val="404040"/>
          <w:sz w:val="28"/>
          <w:szCs w:val="28"/>
        </w:rPr>
        <w:t xml:space="preserve"> su </w:t>
      </w:r>
      <w:r w:rsidRPr="00632284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>3 turni</w:t>
      </w:r>
    </w:p>
    <w:p w:rsidR="00831628" w:rsidRPr="00632284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</w:pPr>
    </w:p>
    <w:p w:rsidR="00831628" w:rsidRPr="00632284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</w:pPr>
      <w:r w:rsidRPr="00632284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>Per candidature fare riferimento al link:</w:t>
      </w:r>
    </w:p>
    <w:p w:rsidR="00831628" w:rsidRPr="00632284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sz w:val="28"/>
          <w:szCs w:val="28"/>
          <w:shd w:val="clear" w:color="auto" w:fill="FFFFFF"/>
        </w:rPr>
      </w:pPr>
      <w:hyperlink r:id="rId8" w:history="1">
        <w:r w:rsidRPr="00632284">
          <w:rPr>
            <w:rStyle w:val="Hyperlink"/>
            <w:rFonts w:ascii="Arial" w:hAnsi="Arial" w:cs="Arial"/>
            <w:b w:val="0"/>
            <w:color w:val="auto"/>
            <w:sz w:val="28"/>
            <w:szCs w:val="28"/>
            <w:shd w:val="clear" w:color="auto" w:fill="FFFFFF"/>
          </w:rPr>
          <w:t>https://torino.bakeca.it/dettaglio/acquisti-logistica/magazziniere-xywp174047806</w:t>
        </w:r>
      </w:hyperlink>
    </w:p>
    <w:p w:rsidR="00831628" w:rsidRPr="00632284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</w:pPr>
    </w:p>
    <w:p w:rsidR="00831628" w:rsidRDefault="00831628">
      <w:pPr>
        <w:pBdr>
          <w:bottom w:val="single" w:sz="12" w:space="1" w:color="auto"/>
        </w:pBdr>
        <w:rPr>
          <w:rFonts w:ascii="Arial" w:hAnsi="Arial" w:cs="Arial"/>
          <w:sz w:val="32"/>
          <w:szCs w:val="32"/>
        </w:rPr>
      </w:pPr>
    </w:p>
    <w:p w:rsidR="00831628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  <w:r>
        <w:rPr>
          <w:rFonts w:ascii="Segoe UI" w:hAnsi="Segoe UI" w:cs="Segoe UI"/>
          <w:color w:val="000000"/>
          <w:sz w:val="38"/>
          <w:szCs w:val="38"/>
        </w:rPr>
        <w:t>ADDETTO/A MACCHINA PIEGATRICE</w:t>
      </w:r>
    </w:p>
    <w:p w:rsidR="00831628" w:rsidRPr="00A5771B" w:rsidRDefault="00831628" w:rsidP="00632284">
      <w:pPr>
        <w:rPr>
          <w:rFonts w:ascii="Arial" w:hAnsi="Arial" w:cs="Arial"/>
          <w:sz w:val="32"/>
          <w:szCs w:val="32"/>
        </w:rPr>
      </w:pPr>
      <w:r w:rsidRPr="00A5771B">
        <w:rPr>
          <w:rFonts w:ascii="Arial" w:hAnsi="Arial" w:cs="Arial"/>
          <w:color w:val="404040"/>
          <w:sz w:val="32"/>
          <w:szCs w:val="32"/>
        </w:rPr>
        <w:br/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Azienda operante nel settore metalmeccanica </w:t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ricerca:</w:t>
      </w:r>
      <w:r w:rsidRPr="00A5771B">
        <w:rPr>
          <w:rFonts w:ascii="Arial" w:hAnsi="Arial" w:cs="Arial"/>
          <w:color w:val="404040"/>
          <w:sz w:val="32"/>
          <w:szCs w:val="32"/>
        </w:rPr>
        <w:br/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ADDETTO/A MACCHINA PIEGATRICE</w:t>
      </w:r>
      <w:r w:rsidRPr="00A5771B">
        <w:rPr>
          <w:rFonts w:ascii="Arial" w:hAnsi="Arial" w:cs="Arial"/>
          <w:color w:val="404040"/>
          <w:sz w:val="32"/>
          <w:szCs w:val="32"/>
        </w:rPr>
        <w:br/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Il lavoro: la risorsa si occuperà dell'utilizzo della macchina piegatrice, finalizzata alla lavorazione della lamiera. Tramite la lettura del disegno meccanico, realizzerà inserti metallici per lavorazioni di carpenteria leggera e pesante.</w:t>
      </w:r>
      <w:r w:rsidRPr="00A5771B">
        <w:rPr>
          <w:rFonts w:ascii="Arial" w:hAnsi="Arial" w:cs="Arial"/>
          <w:color w:val="404040"/>
          <w:sz w:val="32"/>
          <w:szCs w:val="32"/>
        </w:rPr>
        <w:br/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Il profilo: automunito/a, la risorsa ideale ha conseguito una qualifica in ambito tecnico, preferibilmente meccanico, deve sapere usare gli strumenti di misura ed aver maturato una buona esperienza nella carpenteria, leggera o pesante, e nell'utilizzo di presse piegatrici (TRUMPF). Si richiede massima disponibilità, il lavoro sarà strutturato su giornata con orario full-time. Farà titolo preferenziale la residenza in zona.</w:t>
      </w:r>
      <w:r w:rsidRPr="00A5771B">
        <w:rPr>
          <w:rFonts w:ascii="Arial" w:hAnsi="Arial" w:cs="Arial"/>
          <w:color w:val="404040"/>
          <w:sz w:val="32"/>
          <w:szCs w:val="32"/>
        </w:rPr>
        <w:br/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Il Contratto: contratto iniziale di inserimento in somministrazione.</w:t>
      </w:r>
      <w:r w:rsidRPr="00A5771B">
        <w:rPr>
          <w:rFonts w:ascii="Arial" w:hAnsi="Arial" w:cs="Arial"/>
          <w:color w:val="404040"/>
          <w:sz w:val="32"/>
          <w:szCs w:val="32"/>
        </w:rPr>
        <w:br/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Zona di lavoro: li</w:t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m</w:t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itrofi Ciriè</w:t>
      </w:r>
    </w:p>
    <w:p w:rsidR="00831628" w:rsidRDefault="0083162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Per candidature fare riferimento al font di risposta sotto l’annuncio:</w:t>
      </w:r>
    </w:p>
    <w:p w:rsidR="00831628" w:rsidRPr="00A5771B" w:rsidRDefault="00831628">
      <w:pPr>
        <w:rPr>
          <w:rFonts w:ascii="Arial" w:hAnsi="Arial" w:cs="Arial"/>
          <w:sz w:val="32"/>
          <w:szCs w:val="32"/>
        </w:rPr>
      </w:pPr>
      <w:hyperlink r:id="rId9" w:history="1">
        <w:r w:rsidRPr="00A5771B">
          <w:rPr>
            <w:rStyle w:val="Hyperlink"/>
            <w:rFonts w:ascii="Arial" w:hAnsi="Arial" w:cs="Arial"/>
            <w:color w:val="auto"/>
            <w:sz w:val="32"/>
            <w:szCs w:val="32"/>
          </w:rPr>
          <w:t>https://torino.bakeca.it/dettaglio/operai-produzione-qualita/addettoa-macchina-piegatrice-4vmf174042152</w:t>
        </w:r>
      </w:hyperlink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A5771B">
        <w:rPr>
          <w:rFonts w:ascii="Arial" w:hAnsi="Arial" w:cs="Arial"/>
          <w:color w:val="000000"/>
          <w:sz w:val="32"/>
          <w:szCs w:val="32"/>
        </w:rPr>
        <w:t xml:space="preserve">Assistant Store Manager </w:t>
      </w:r>
      <w:r>
        <w:rPr>
          <w:rFonts w:ascii="Arial" w:hAnsi="Arial" w:cs="Arial"/>
          <w:color w:val="000000"/>
          <w:sz w:val="32"/>
          <w:szCs w:val="32"/>
        </w:rPr>
        <w:t>–</w:t>
      </w:r>
      <w:r w:rsidRPr="00A5771B">
        <w:rPr>
          <w:rFonts w:ascii="Arial" w:hAnsi="Arial" w:cs="Arial"/>
          <w:color w:val="000000"/>
          <w:sz w:val="32"/>
          <w:szCs w:val="32"/>
        </w:rPr>
        <w:t xml:space="preserve"> TORINO</w:t>
      </w:r>
    </w:p>
    <w:p w:rsidR="00831628" w:rsidRPr="00A5771B" w:rsidRDefault="00831628" w:rsidP="0063228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32"/>
          <w:szCs w:val="32"/>
        </w:rPr>
      </w:pP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Per una nuova apertura, stiamo ricercando una figura di:</w:t>
      </w: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Assistant Store Manager</w:t>
      </w:r>
      <w:r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 xml:space="preserve"> presso Domino’s Pizza.</w:t>
      </w: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La risorsa sarà di supporto allo Store Manager per tutte le attività inerenti la gestione del punto vendita e l’organizzazione del lavoro. </w:t>
      </w: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Sarà garante del rispetto delle policy, delle procedure e delle linee guida aziendali e collaborerà insieme al team per il raggiungimento degli obiettivi commerciali. </w:t>
      </w: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Si occuperà inoltre di gestire la clientela, del rispetto della normativa in materia HACCP e preparazioni degli ordini.</w:t>
      </w: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Requisiti:</w:t>
      </w: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Il candidato/a ideale è un diplomato e/o laureato con un’esperienza di almeno 1 anno nel ruolo, maturata presso realtà modernamente strutturate del settore Retail.</w:t>
      </w: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Possiede, inoltre, ottime capacità relazionali, orientamento al cliente, doti organizzative e di problem solving, capacità di lavorare per obiettivi, leadership e teamworking.</w:t>
      </w: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Completano il profilo una buona conoscenza della lingua inglese e delle logiche commerciali del mondo Retail preferibilmente settore Food.</w:t>
      </w: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Zona di lavoro: TORINO</w:t>
      </w: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Tipologia contrattuale:</w:t>
      </w: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Full time </w:t>
      </w:r>
      <w:r w:rsidRPr="00A5771B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5771B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Tempo determinato o Indeterminato</w:t>
      </w:r>
    </w:p>
    <w:p w:rsidR="00831628" w:rsidRDefault="0083162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Per candidature fare riferimento al link:</w:t>
      </w:r>
    </w:p>
    <w:p w:rsidR="00831628" w:rsidRPr="00A5771B" w:rsidRDefault="00831628">
      <w:pPr>
        <w:rPr>
          <w:rFonts w:ascii="Arial" w:hAnsi="Arial" w:cs="Arial"/>
          <w:sz w:val="32"/>
          <w:szCs w:val="32"/>
        </w:rPr>
      </w:pPr>
      <w:r w:rsidRPr="00A5771B">
        <w:rPr>
          <w:rFonts w:ascii="Arial" w:hAnsi="Arial" w:cs="Arial"/>
          <w:sz w:val="32"/>
          <w:szCs w:val="32"/>
        </w:rPr>
        <w:t>https://torino.bakeca.it/dettaglio/amministrazione-contabilita-segreteria/assistant-store-manager-torino-77ij170996774?from-toplist</w:t>
      </w: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Pr="00A5771B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A5771B">
        <w:rPr>
          <w:rFonts w:ascii="Arial" w:hAnsi="Arial" w:cs="Arial"/>
          <w:color w:val="000000"/>
          <w:sz w:val="32"/>
          <w:szCs w:val="32"/>
        </w:rPr>
        <w:t>INFERMIERI PROFESSIONALI</w:t>
      </w: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>
      <w:pPr>
        <w:rPr>
          <w:rStyle w:val="Strong"/>
          <w:rFonts w:ascii="Arial" w:hAnsi="Arial" w:cs="Arial"/>
          <w:b w:val="0"/>
          <w:caps/>
          <w:color w:val="404040"/>
          <w:sz w:val="32"/>
          <w:szCs w:val="32"/>
          <w:bdr w:val="none" w:sz="0" w:space="0" w:color="auto" w:frame="1"/>
          <w:shd w:val="clear" w:color="auto" w:fill="FFFFFF"/>
        </w:rPr>
      </w:pP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RICERCHIAMO PER STRUTTURA DA NOI GESTITA A CARMAGNOLA ( TORINO)</w:t>
      </w:r>
      <w:r w:rsidRPr="00A5771B">
        <w:rPr>
          <w:rFonts w:ascii="Arial" w:hAnsi="Arial" w:cs="Arial"/>
          <w:color w:val="404040"/>
          <w:sz w:val="32"/>
          <w:szCs w:val="32"/>
        </w:rPr>
        <w:br/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INFERMIERI PROFESSIONALI </w:t>
      </w:r>
      <w:r w:rsidRPr="00A5771B">
        <w:rPr>
          <w:rFonts w:ascii="Arial" w:hAnsi="Arial" w:cs="Arial"/>
          <w:color w:val="404040"/>
          <w:sz w:val="32"/>
          <w:szCs w:val="32"/>
        </w:rPr>
        <w:br/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IN POSSESSO DI REGOLARE LAUREA IN SCIENZE INFERMIERISTICHE </w:t>
      </w:r>
      <w:r w:rsidRPr="00A5771B">
        <w:rPr>
          <w:rFonts w:ascii="Arial" w:hAnsi="Arial" w:cs="Arial"/>
          <w:color w:val="404040"/>
          <w:sz w:val="32"/>
          <w:szCs w:val="32"/>
        </w:rPr>
        <w:br/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ISCRIZIONE IPASVI </w:t>
      </w:r>
      <w:r w:rsidRPr="00A5771B">
        <w:rPr>
          <w:rFonts w:ascii="Arial" w:hAnsi="Arial" w:cs="Arial"/>
          <w:color w:val="404040"/>
          <w:sz w:val="32"/>
          <w:szCs w:val="32"/>
        </w:rPr>
        <w:br/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PAGAMENTI ANNUALI </w:t>
      </w:r>
      <w:r w:rsidRPr="00A5771B">
        <w:rPr>
          <w:rFonts w:ascii="Arial" w:hAnsi="Arial" w:cs="Arial"/>
          <w:color w:val="404040"/>
          <w:sz w:val="32"/>
          <w:szCs w:val="32"/>
        </w:rPr>
        <w:br/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SI OFFRONO INTERESSANTI PROSPETTIVE LAVORATIVE </w:t>
      </w:r>
      <w:r w:rsidRPr="00A5771B">
        <w:rPr>
          <w:rFonts w:ascii="Arial" w:hAnsi="Arial" w:cs="Arial"/>
          <w:color w:val="404040"/>
          <w:sz w:val="32"/>
          <w:szCs w:val="32"/>
        </w:rPr>
        <w:br/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SE INTERESSATI POTETE</w:t>
      </w: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 TELEFONARE AL NUMERO: </w:t>
      </w:r>
      <w:r>
        <w:rPr>
          <w:rFonts w:ascii="Segoe UI" w:hAnsi="Segoe UI" w:cs="Segoe UI"/>
          <w:b/>
          <w:bCs/>
          <w:caps/>
          <w:color w:val="404040"/>
          <w:sz w:val="23"/>
          <w:szCs w:val="23"/>
          <w:shd w:val="clear" w:color="auto" w:fill="FFFFFF"/>
        </w:rPr>
        <w:t> </w:t>
      </w:r>
      <w:r w:rsidRPr="00A5771B">
        <w:rPr>
          <w:rStyle w:val="Strong"/>
          <w:rFonts w:ascii="Arial" w:hAnsi="Arial" w:cs="Arial"/>
          <w:b w:val="0"/>
          <w:caps/>
          <w:color w:val="404040"/>
          <w:sz w:val="32"/>
          <w:szCs w:val="32"/>
          <w:bdr w:val="none" w:sz="0" w:space="0" w:color="auto" w:frame="1"/>
          <w:shd w:val="clear" w:color="auto" w:fill="FFFFFF"/>
        </w:rPr>
        <w:t>0158493950</w:t>
      </w:r>
    </w:p>
    <w:p w:rsidR="00831628" w:rsidRDefault="00831628">
      <w:pPr>
        <w:pBdr>
          <w:bottom w:val="single" w:sz="12" w:space="1" w:color="auto"/>
        </w:pBdr>
        <w:rPr>
          <w:rStyle w:val="Strong"/>
          <w:rFonts w:ascii="Arial" w:hAnsi="Arial" w:cs="Arial"/>
          <w:b w:val="0"/>
          <w:caps/>
          <w:color w:val="404040"/>
          <w:sz w:val="32"/>
          <w:szCs w:val="32"/>
          <w:bdr w:val="none" w:sz="0" w:space="0" w:color="auto" w:frame="1"/>
          <w:shd w:val="clear" w:color="auto" w:fill="FFFFFF"/>
        </w:rPr>
      </w:pPr>
    </w:p>
    <w:p w:rsidR="00831628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</w:p>
    <w:p w:rsidR="00831628" w:rsidRPr="00A5771B" w:rsidRDefault="00831628" w:rsidP="00A5771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A5771B">
        <w:rPr>
          <w:rFonts w:ascii="Arial" w:hAnsi="Arial" w:cs="Arial"/>
          <w:color w:val="000000"/>
          <w:sz w:val="32"/>
          <w:szCs w:val="32"/>
        </w:rPr>
        <w:t>Parrucchiera Lavorante</w:t>
      </w:r>
    </w:p>
    <w:p w:rsidR="00831628" w:rsidRDefault="00831628">
      <w:pPr>
        <w:rPr>
          <w:rFonts w:ascii="Arial" w:hAnsi="Arial" w:cs="Arial"/>
          <w:sz w:val="32"/>
          <w:szCs w:val="32"/>
        </w:rPr>
      </w:pPr>
    </w:p>
    <w:p w:rsidR="00831628" w:rsidRDefault="00831628">
      <w:pPr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Cercasi personale qualificato da inserire presso il nostro salone con esperienza, di età compresa tra 25 - 35 anni circa. </w:t>
      </w:r>
      <w:r w:rsidRPr="00A5771B">
        <w:rPr>
          <w:rFonts w:ascii="Arial" w:hAnsi="Arial" w:cs="Arial"/>
          <w:color w:val="404040"/>
          <w:sz w:val="32"/>
          <w:szCs w:val="32"/>
        </w:rPr>
        <w:br/>
      </w:r>
      <w:r w:rsidRPr="00A5771B">
        <w:rPr>
          <w:rFonts w:ascii="Arial" w:hAnsi="Arial" w:cs="Arial"/>
          <w:color w:val="404040"/>
          <w:sz w:val="32"/>
          <w:szCs w:val="32"/>
          <w:shd w:val="clear" w:color="auto" w:fill="FFFFFF"/>
        </w:rPr>
        <w:t>Inviare curriculum alla mail: lorycdb@libero.it o consegnare in salone presso: Greco Parrucchieri in Via Cristoforo Colombo 44/e a Torino.</w:t>
      </w:r>
    </w:p>
    <w:p w:rsidR="00831628" w:rsidRDefault="00831628">
      <w:pPr>
        <w:pBdr>
          <w:bottom w:val="single" w:sz="12" w:space="1" w:color="auto"/>
        </w:pBdr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</w:p>
    <w:p w:rsidR="00831628" w:rsidRPr="00891270" w:rsidRDefault="00831628">
      <w:pPr>
        <w:rPr>
          <w:rFonts w:ascii="Arial" w:hAnsi="Arial" w:cs="Arial"/>
          <w:sz w:val="32"/>
          <w:szCs w:val="32"/>
        </w:rPr>
      </w:pPr>
    </w:p>
    <w:sectPr w:rsidR="00831628" w:rsidRPr="00891270" w:rsidSect="00EF66CB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628" w:rsidRDefault="00831628" w:rsidP="00487CFD">
      <w:pPr>
        <w:spacing w:after="0" w:line="240" w:lineRule="auto"/>
      </w:pPr>
      <w:r>
        <w:separator/>
      </w:r>
    </w:p>
  </w:endnote>
  <w:endnote w:type="continuationSeparator" w:id="0">
    <w:p w:rsidR="00831628" w:rsidRDefault="00831628" w:rsidP="0048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628" w:rsidRDefault="00831628" w:rsidP="00487CFD">
      <w:pPr>
        <w:spacing w:after="0" w:line="240" w:lineRule="auto"/>
      </w:pPr>
      <w:r>
        <w:separator/>
      </w:r>
    </w:p>
  </w:footnote>
  <w:footnote w:type="continuationSeparator" w:id="0">
    <w:p w:rsidR="00831628" w:rsidRDefault="00831628" w:rsidP="0048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628" w:rsidRPr="00487CFD" w:rsidRDefault="00831628">
    <w:pPr>
      <w:pStyle w:val="Header"/>
      <w:rPr>
        <w:rFonts w:ascii="Arial" w:hAnsi="Arial" w:cs="Arial"/>
        <w:b/>
        <w:sz w:val="32"/>
        <w:szCs w:val="32"/>
      </w:rPr>
    </w:pPr>
    <w:r w:rsidRPr="00487CFD">
      <w:rPr>
        <w:rFonts w:ascii="Arial" w:hAnsi="Arial" w:cs="Arial"/>
        <w:b/>
        <w:sz w:val="32"/>
        <w:szCs w:val="32"/>
      </w:rPr>
      <w:t>Annunci Bakeca 11-02-2019</w:t>
    </w:r>
  </w:p>
  <w:p w:rsidR="00831628" w:rsidRDefault="008316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2B2"/>
    <w:rsid w:val="00040A43"/>
    <w:rsid w:val="00171ADC"/>
    <w:rsid w:val="00487CFD"/>
    <w:rsid w:val="00632284"/>
    <w:rsid w:val="00753B65"/>
    <w:rsid w:val="007C682E"/>
    <w:rsid w:val="00831628"/>
    <w:rsid w:val="00881269"/>
    <w:rsid w:val="00891270"/>
    <w:rsid w:val="008D52B2"/>
    <w:rsid w:val="00A5771B"/>
    <w:rsid w:val="00D2220F"/>
    <w:rsid w:val="00E568C5"/>
    <w:rsid w:val="00EF66CB"/>
    <w:rsid w:val="00F1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6CB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487C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87CFD"/>
    <w:rPr>
      <w:rFonts w:ascii="Times New Roman" w:hAnsi="Times New Roman" w:cs="Times New Roman"/>
      <w:b/>
      <w:bCs/>
      <w:kern w:val="36"/>
      <w:sz w:val="48"/>
      <w:szCs w:val="48"/>
      <w:lang w:eastAsia="it-IT"/>
    </w:rPr>
  </w:style>
  <w:style w:type="paragraph" w:styleId="Header">
    <w:name w:val="header"/>
    <w:basedOn w:val="Normal"/>
    <w:link w:val="HeaderChar"/>
    <w:uiPriority w:val="99"/>
    <w:rsid w:val="00487C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7CF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87C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7CFD"/>
    <w:rPr>
      <w:rFonts w:cs="Times New Roman"/>
    </w:rPr>
  </w:style>
  <w:style w:type="character" w:styleId="Hyperlink">
    <w:name w:val="Hyperlink"/>
    <w:basedOn w:val="DefaultParagraphFont"/>
    <w:uiPriority w:val="99"/>
    <w:rsid w:val="00487CFD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A5771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12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62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1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2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ino.bakeca.it/dettaglio/acquisti-logistica/magazziniere-xywp17404780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orino.bakeca.it/dettaglio/amministrazione-contabilita-segreteria/impiegata-presso-studio-tributariocommerciale-c3zx177005908?from-toplis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ino.bakeca.it/dettaglio/bar-ristorazione/burger-king-addetto-alla-3zxi166768770?from-premiu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torino.bakeca.it/dettaglio/operai-produzione-qualita/addettoa-macchina-piegatrice-4vmf1740421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6</Pages>
  <Words>1152</Words>
  <Characters>6570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ACCOMPAGNATORI PER MINORI IN ITALIA/ESTERO</dc:title>
  <dc:subject/>
  <dc:creator>Fiori Maya</dc:creator>
  <cp:keywords/>
  <dc:description/>
  <cp:lastModifiedBy>equal</cp:lastModifiedBy>
  <cp:revision>3</cp:revision>
  <dcterms:created xsi:type="dcterms:W3CDTF">2019-02-13T11:59:00Z</dcterms:created>
  <dcterms:modified xsi:type="dcterms:W3CDTF">2019-02-13T16:07:00Z</dcterms:modified>
</cp:coreProperties>
</file>